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76" w:type="dxa"/>
        <w:jc w:val="center"/>
        <w:tblInd w:w="4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5"/>
        <w:gridCol w:w="370"/>
        <w:gridCol w:w="729"/>
        <w:gridCol w:w="329"/>
        <w:gridCol w:w="1162"/>
        <w:gridCol w:w="609"/>
        <w:gridCol w:w="300"/>
        <w:gridCol w:w="300"/>
        <w:gridCol w:w="1202"/>
        <w:gridCol w:w="307"/>
        <w:gridCol w:w="307"/>
        <w:gridCol w:w="307"/>
        <w:gridCol w:w="746"/>
        <w:gridCol w:w="925"/>
        <w:gridCol w:w="28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2018年咸阳市事业单位公开招聘工作人员岗位表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371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286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9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2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9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咸阳日报社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咸阳日报社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记者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有2年及以上新闻工作从业经验；有新闻从业资格证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摄影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有2年及以上新闻工作从业经验；有新闻从业资格证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咸阳市质量技术监督局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咸阳市计量测试所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市计量所仪器检测员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测控技术与仪器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市计量所电量测试检定员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市计量所计算机及网络管理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市计量所理化分析检定员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咸阳市特种设备检验所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市特检所电梯检验员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控制理论与控制工程、控制工程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市特检所起重机检验员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电机与电器、电气工程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咸阳市产品质量监督检验所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市质检所化工检验员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市质检所产品检验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包装工程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咸阳市食品药品监督管理局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市食品药品检验检测中心泾三淳分中心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泾三淳分中心化学检验员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有机化学、无机化学、分析化学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泾三淳分中心食品检验员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市食品药品检验检测中心彬长旬分中心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彬长旬分中心化学检验员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有机化学、无机化学、分析化学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彬长旬分中心食品检验员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市食品药品检验检测中心乾礼永分中心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乾礼永分中心化学检验员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有机化学、无机化学、分析化学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乾礼永分中心食品检验员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市食品药品检验检测中心兴武分中心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兴武分中心微生物检验员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微生物学、发酵工程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兴武分中心食品检验员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咸阳市农业局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咸阳市农业科学研究院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市农科院玉米遗传育种与栽培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作物遗传育种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市农科院果树新品种引进与推广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市农科院办公室综合管理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咸阳市旅游发展和文物保护委员会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咸阳市博物院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市博物院办公室综合管理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市博物院文物保护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文物与博物馆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市博物院社会教育讲解员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音乐学、音乐表演、舞蹈学、舞蹈表演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咸阳市环保局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秦都区环境监测站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渭城区环境监测站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渭城环监站环境监测员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武功县环境监测站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武功环监站水质监测员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水文与水资源工程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武功环监站野外监测员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永寿县环境监测站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永寿环监站野外监测员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长武县环境监测站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长武环监站野外监测员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淳化县环境监测站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淳化环监站环境监测员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淳化环监站野外监测员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环境科学与工程、环境工程、环境生态工程、环境科学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咸阳市科学技术局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咸阳市科技资源统筹中心（市科技馆）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市科技馆展品维护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机械工程、机械制造及其自动化、机械设计及理论、机械电子工程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咸阳市知识产权局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市知产局知识产权咨询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电子科学与技术、微电子学与固体电子学、物理电子学、电路与系统、电磁场与微波技术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咸阳市体育局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咸阳市青少年体育运动学校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市青少年运动学校射击教练员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具有射击项目一级运动员证或具有射击初级教练员及以上资格、3年以上射击步枪教练员经历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咸阳市游泳学校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市游泳学校游泳教练员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具有游泳项目二级以上运动员证，2年以上游泳教学经验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市游泳学校体能教练员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具有初级游泳社会体育指导员国家职业资格证，2年以上青少年体能训练工作经验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咸阳市集中供热和燃气管理办公室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咸阳市煤气工程筹建办公室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市煤工筹建办办公室职员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市煤工筹建办办公室会计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咸阳市工业和信息化委员会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咸阳市工业和信息化委员会信息中心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市工信委信息中心数据信息管理员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市工信委信息中心经济数据采集员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经济学、经济统计学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咸阳市水利局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咸阳市水利水电规划勘测设计研究院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市水电设计院水工工程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水工结构工程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市水电设计院水利工程设计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咸阳市羊毛湾水库管理局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市羊毛湾水库工程管理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市羊毛湾水库会计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具有2年以上工作经验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市羊毛湾水库工程测绘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工程测量技术、测绘工程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具有2年以上工作经验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咸阳市咸阳湖管理处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咸阳市咸阳湖管理处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咸阳湖管理处工程造价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咸阳湖管理处工程施工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咸阳湖管理处园林管护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咸阳湖管理处讲解员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咸阳湖管理处设备维护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机械工程、机械设计制造及其自动化、工业设计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咸阳湖管理处办公室职员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公共事业管理、行政管理、劳动与社会保障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秦都区统计局人办统计工作站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人办统计工作站统计员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秦都区统计局渭西办统计工作站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渭西办统计工作站会计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秦都区统计局马泉办统计工作站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马泉办统计工作站统计员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秦都区信息中心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区信息中心视频新闻主持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武功镇市场质量监管站镇村食品监督管理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小村镇建设环保站镇村土地资源保护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小村镇市场质量监管站镇村食品监督管理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贞元镇安监站食品药品安全生产监督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苏坊镇村镇建设环保管理站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苏坊镇建设环保站镇村通信网络规划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通信工程、电子信息工程、电子科学与技术、信息工程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大庄镇市场质量监管站镇村商务管理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普集街道办村镇建设环保管理站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普集街道办建设环保站镇村建设管理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普集街道办市场和质量监督管理站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普集街道办市场质量监管站镇村信息化管理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计算机科学与技术、软件工程、网络工程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长宁镇市场质量监管站镇村财务管理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会计、会计与审计、会计电算化、会计学、财务管理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限武功县户籍或生源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游凤镇建设环保站镇村建设管理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城乡规划、城市规划、建筑学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游凤镇社会事务办社会事务管理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人力资源管理、劳动与社会保障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限武功县户籍或生源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泾阳县广播电视台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泾阳县电视台文字编辑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泾阳县电视台播音员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泾阳县唐贞陵文物管理所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泾阳唐贞陵文管所设计布展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艺术设计、环境设计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泾阳县唐崇陵文物管理所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泾阳唐崇陵文管所宣教员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泾阳县保障性住房管理中心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泾阳县保障性住房中心规划员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城乡规划、城市规划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泾阳县交通工程质量监督管理站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泾阳县交通工程质量监督站质监员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道路桥梁与渡河工程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泾阳县县安全生产执法监察大队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泾阳县安全生产执法队监督员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云阳经发办电商信息员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桥底镇农业综合服务站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桥底农综站农发干事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水利水电工程、农业水利工程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桥底市场和质量监督站食品监管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桥底环保和村镇建设站自然环保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水土保持与荒漠化防治、农业资源与环境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安吴镇农业综合服务站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安吴农综站农业干事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安吴社会事务办统计员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安吴环保和村镇建设站自然环保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水土保持与荒漠化防治、农业资源与环境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三渠经发办农业干事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茶学、茶艺与茶叶营销、茶树栽培与茶叶加工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三渠环保和村镇建设站镇村建设员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土木工程、给排水科学与工程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口镇农业综合服务站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口镇农综站农业干事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葡萄与葡萄酒工程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口镇市场和质量监督站电子产品质量监督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电子信息工程、电子科学与技术、电子信息科学与技术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口镇环保和村镇建设站自然环保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水土保持与荒漠化防治、农业资源与环境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兴隆市场和质量监督站食品监管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兴隆镇农业综合服务站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兴隆农综站农业干事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1802110099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兴隆环保和村镇建设站自然环保员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水土保持与荒漠化防治、农业资源与环境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中张环保和村镇建设站镇村建设员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建筑学、城乡规划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中张经发办农业干事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茶学、茶艺与茶叶营销、茶树栽培与茶叶加工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中张经发办经发干事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金融学、金融工程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王桥镇环保和村镇建设管理站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王桥环保和村镇建设站镇村建设员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土木工程、给排水科学与工程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王桥环保和村镇建设站自然环保员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水土保持与荒漠化防治、农业资源与环境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王桥社会事务办统计员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三原县会计管理处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三原县会计处会计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三原县国库支付中心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三原县国库支付中心会计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三原县工业集中区管委会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三原县工业区管委会环境监测员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环境科学与工程、环境科学、环境工程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三原县新闻中心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三原县新闻中心工作人员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新闻学、广播电视学、广告学、传播学、编辑出版学、网络与新媒体、数字出版、汉语言文学、汉语言、汉语国际教育、中国少数民族语言文学、古典文献学、应用语言学、秘书学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城关街道办环保和村镇建设管理站（国土资源所）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城关街办环建站建筑规划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城关街办环建站工程管理员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阳洪镇环保和村镇建设管理站（国土资源所）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阳洪镇环建站测绘员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阳洪镇环建站工程管理员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灵源镇环保和村镇建设管理站（国土资源所）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灵源镇环建站村镇建设规划员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人文地理与城乡规划、城乡规划、城市规划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灵源镇环建站工程管理员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大杨镇环保和村镇建设管理站（国土资源所）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大杨镇环建站工程管理员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大杨镇环建站技术员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地质学、地质工程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梁村镇社会事务办公室（便民服务中心、民政工作站）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梁村镇社会事务办综合管理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公共事业管理、行政管理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梁村镇环保和村镇建设管理站（国土资源所）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梁村镇环建站村镇建设规划员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人文地理与城乡规划、城乡规划、城市规划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临平镇经济发展办公室（农业综合服务站、畜牧兽医站、农产品质量安全监督管理站）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临平镇经发办技术员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园艺技术、园艺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临平镇经发办农业环境保护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农业环境保护技术、资源环境与城市管理、环境工程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姜村镇环保和村镇建设管理站（国土资源所）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姜村镇环建站城镇工程管理员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工程监理、建筑经济管理、工程造价、工程管理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姜村镇市场和质量监督管理站（食品药品监督管理所）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姜村镇市场和质量监督管理站技术员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食品质量与安全、食品检测技术、食品营养与卫生、食品营养与检测、食品科学与工程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王村镇经济发展办公室（农业综合服务站、畜牧兽医站、农产品质量安全监督管理站）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王村镇经发办农艺师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设施农业技术、农业装备应用技术、设施农业科学与工程、农学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王村镇社会事务办公室（便民服务中心、民政工作站）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王村镇社会事务办职员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薛录镇宣传科教文卫办公室（文化综合服务站）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薛录镇宣传科教文卫办宣传员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新闻采编与制作、新闻学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薛录镇宣传科教文卫办讲解员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主持与播音、播音与主持艺术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新阳镇社会事务办公室（便民服务中心、民政工作站）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新阳镇社会事务办文秘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文秘、汉语、汉语言、汉语言文学、汉语国际教育、秘书学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新阳镇社会事务办会计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会计、会计电算化、财务管理、会计学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马连镇社会事务办公室（便民服务中心、民政工作站）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马连镇社会事务办职员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马连镇社会事务办信息管理员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计算机应用技术、计算机网络技术、计算机多媒体技术、计算机科学与技术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注泔镇社会事务办公室（便民服务中心、民政工作站）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注泔镇社会事务办职员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注泔镇环保和村镇建设管理站（国土资源所）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注泔镇环建站城镇工程管理员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工程监理、建筑经济管理、工程造价、工程管理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阳峪镇社会事务办公室（便民服务中心、民政工作站）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阳峪镇社会事务办职员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阳峪镇环保和村镇建设管理站（国土资源所）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阳峪镇环建站乡村道路管理员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高等级公路维护与管理、道路养护与管理、路政管理、交通运输、交通工程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峰阳镇社会事务办公室（便民服务中心、民政工作站）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峰阳镇社会事务办职员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峰阳镇环保和村镇建设管理站（国土资源所）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峰阳镇环建站农村水利工程技术员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水利工程、水利水电建筑工程、水利水电工程管理、水利水电工程技术、水利水电工程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周城镇社会事务办公室（便民服务中心、民政工作站）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周城镇社会事务办会计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会计、会计电算化、财务管理、会计学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在乾县村（社区）服务满两年以上在岗大学生村官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梁山镇社会事务办公室（便民服务中心、民政工作站）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梁山镇社会事务办职员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在乾县村（社区）服务满两年以上在岗大学生村官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梁山镇环保和村镇建设管理站（国土资源所）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梁山镇环建站乡村道路管理员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高等级公路维护与管理、道路养护与管理、路政管理、交通运输、交通工程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南坊镇农产品质量安全监督管理站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南坊农监站农产品检测员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叱干镇农业综合服务站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叱干农服站林场调查员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史德镇环保和村镇建设管理站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史德镇环村站环境工程技术员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环境工程、环境科学与工程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石潭环村站城乡规划管理员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礼泉县广播电视台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礼泉县广电台播音员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限女性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礼泉县广电台编导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广播电视编导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礼泉县财政局会计管理处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礼泉县会计处会计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礼泉县人民医院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礼泉县医院信息员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礼泉县医院综合管理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永寿县安全生产执法监察大队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永寿县安全执法大队安全监督员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安全技术与管理、安全生产监测监控、工业工程、安全工程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永寿县交通工程质量监督站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永寿县交通质监站交通工程监督员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交通运输、交通工程、土木工程、工程管理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店头镇经发办农业发展技术员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作物生产技术、现代农业技术、园艺技术、农学、植物科学与技术、农业资源与环境、园艺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永寿县店头镇社会事务办公室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店头镇社事办信息管理员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计算机网络技术、计算机信息管理、计算机科学与技术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店头镇社事办会计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店头镇宣教办宣传版面设计员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艺术设计、公共艺术设计、艺术设计学、工艺美术、公共艺术、美术学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店头镇安全监督站水利工程技术员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水利水电建筑工程、水利水电工程技术、水利工程、水利水电工程、农业水利工程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店头镇村镇环保站环境监测员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水环境监测与治理、水土保持技术、环境工程、环境科学与工程、环境生态工程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店头镇市场监督站食品安全监督员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食品质量与安全、食品检测技术、食品营养与检测、食品科学与工程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常宁镇经发办文秘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汉语、文秘、汉语言、汉语言文学、秘书学、汉语国际教育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常宁镇村镇环保站建筑工程技术员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城乡规划、村镇建设与管理、城市规划、建设工程管理、建设工程监理、工程造价、工程管理、土木工程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渠子镇经发办会计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渠子镇社事办社会保障管理员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社会工作、社会福利事业管理、民政管理、人力资源管理、公共事务管理、公共事业管理、劳动关系、劳动与社会保障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渠子镇宣教办文秘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汉语、文秘、汉语言、汉语言文学、秘书学、汉语国际教育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渠子镇安全监督站文秘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汉语、文秘、汉语言、汉语言文学、秘书学、汉语国际教育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渠子镇村镇环保站林业工程技术员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园林技术、园林工程技术、风景园林、园林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渠子镇市场监督站产品监督员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电子信息工程、电子信息工程技术、电子信息科学与技术、电子科学与技术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店头卫生院计算机管理员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计算机网络技术、网络工程、计算机科学与技术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店头镇经发办职员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限永寿县户籍或生源，面向永寿县建档立卡贫困家庭毕业生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常宁镇经发办职员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限永寿县户籍或生源，面向永寿县建档立卡贫困家庭毕业生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渠子镇经发办职员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限永寿县户籍或生源，面向永寿县建档立卡贫困家庭毕业生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彬县能源化工区管理委员会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彬县能化委环境监测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环境科学与工程、环境科学、环境工程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彬县能化委材料检验员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材料科学与工程、高分子材料与工程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彬县太峪镇村镇建设环保管理站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太峪镇村建站水利工程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太峪镇村建站市政工程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给排水科学与工程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太峪镇村建站桥梁工程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道路桥梁与渡河工程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永乐镇宣教办版面设计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艺术设计学、艺术设计、视觉传达设计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彬县永乐镇经济发展办公室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永乐镇经发办经济管理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经济学、国民经济管理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永乐镇经发办统计员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统计学、应用统计学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彬县北极镇村镇建设环保管理站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北极镇村建站建筑工程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北极镇村建站道路工程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交通运输、交通工程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北极镇经发办经济师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彬县新民镇安全生产监督管理站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新民镇安监站采矿安全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新民镇安监站煤矿生产安全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彬县城关街道办市场和质量监督管理站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城关街办质监站电梯安检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机械工程、机械设计制造及其自动化、机械电子工程、电气工程及其自动化、自动化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彬县义门镇村镇建设环保管理站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义门镇村建站工程管理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建设工程管理、建设工程监理、工程造价、工程管理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义门镇经发办兽医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彬县水口镇经济发展办公室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水口镇经发办农业管理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作物生产技术、现代农业技术、植物科学与技术、农学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水口镇经发办兽医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彬县韩家镇社会事务办公室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韩家镇社会事务办信息管理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计算机网络技术、计算机信息管理、计算机科学与技术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彬县韩家镇经济发展办公室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韩家镇经发办兽医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彬县龙高镇经济发展办公室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龙高镇经发办果品销售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电子商务、市场营销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龙高镇经发办兽医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义门镇宣教办职员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在彬县村（社区）服务满两年以上在岗大学生村官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水口镇宣教办职员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在彬县村（社区）服务满两年以上在岗大学生村官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彬县韩家镇宣传科教文卫办公室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韩家镇宣教办职员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在彬县村（社区）服务满两年以上在岗大学生村官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龙高镇宣教办职员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在彬县村（社区）服务满两年以上在岗大学生村官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彬县新民镇水利水管站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新民镇水管站技术员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水利水电建筑工程、水利水电工程技术、水利工程、水利水电工程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彬县北极镇水利水管站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1802110199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北极镇水管站技术员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水利水电建筑工程、水利水电工程技术、水利工程、水利水电工程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彬县龙高镇水利水管站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龙高镇水管站技术员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水文与水资源、水文与水资源工程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长武县昭仁街道办社会事务办公室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昭仁街办社会事务办劳动保障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人力资源管理、劳动关系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长武县丁家镇宣传科教文卫办公室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丁家镇科教文卫办文化宣传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影视编导、广播电视编导、广播电视新闻学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长武县丁家镇环保和村镇建设管理站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丁家镇环保村建站综合管理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在长武县村（社区）服务满两年以上在岗大学生村官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长武县洪家镇环保和村镇建设管理站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洪家镇环保村建站综合管理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在长武县村（社区）服务满两年以上在岗大学生村官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洪家镇环保村建站文秘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汉语、汉语言、汉语言文学、文秘、秘书学、汉语国际教育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长武县洪家镇经济发展办公室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洪家镇经发办职员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限长武县户籍或生源，面向长武县建档立卡贫困家庭毕业生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长武县彭公镇社会事务办公室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彭公镇社会事务办综合管理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在长武县村（社区）服务满两年以上在岗大学生村官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长武县彭公镇环保和村镇建设管理站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彭公镇环保村建站交通运输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道路运输与路政管理、城市轨道交通运营管理、交通运输、交通工程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长武县彭公镇环保和村镇建设管理站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彭公镇环保村建站职员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限长武县户籍或生源，面向长武县建档立卡贫困家庭毕业生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长武县相公镇社会事务办公室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相公镇社会事务办综合管理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在长武县村（社区）服务满两年以上在岗大学生村官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长武县相公镇安全生产监督管理站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相公镇安监站煤炭工程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煤矿开采技术、矿山机电技术、采矿工程、机械工程、机械设计制造及其自动化、自动化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长武县相公镇环保和村镇建设管理站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相公镇环保村建站光伏建设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电子信息工程、电子科学与技术、光电信息科学与工程、光电技术应用、光伏工程技术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亭口镇社会事务办综合管理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在长武县村（社区）服务满两年以上在岗大学生村官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亭口镇安监站地质工程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矿产地质与勘查、煤田地质与勘查技术、地质工程、资源勘查工程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亭口镇环保村建站工业园区管理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铸造技术、材料科学与工程、金属材料工程、材料成型及控制工程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亭口镇环保村建站建筑施工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建筑设计、建筑学、城乡规划、风景园林、建筑工程技术、土木工程、工程管理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枣园镇环保村建站综合管理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枣园镇经发办财务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枣园镇市管站市场管理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工商企业管理、商务管理、工商管理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枣园镇市管站司法助理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司法助理、法律事务、法学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巨家环保村建站综合管理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巨家经发办金融经济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金融管理、金融学、国际经济与贸易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巨家经发办农业发展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作物生产技术、林业技术、园林技术、农学、植物科学与技术、森林保护、林学、园林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长武县保障性住房管理中心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房管中心综合管理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管理科学、工程管理、房地产开发与管理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长武县农业技术推广中心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农技中心农业发展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农学、园艺、植物科学与技术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长武县林业稽查防火队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稽查防火队林业稽查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长武县市政管理处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市政管理处工程预算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长武县农村供水管理总站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农村供水总站水利工程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水利水电工程、农业水利工程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长武县机关事业养老保险办公室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机关事业养老办财务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长武县劳动监察大队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监察大队劳动监察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限咸阳户籍或生源、限男性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旬邑县城关街道办经济发展办公室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城关街办经发办财务管理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旬邑县城关街道办社会事务办公室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城关街办社事办信息管理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信息管理与信息系统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旬邑县城关街道办宣传科教文卫办公室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城关街办宣教办文秘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旬邑县职田镇政府经济发展办公室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职田经发办财务管理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旬邑县职田镇政府社会事务办公室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职田社事办计算机网络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计算机网络技术、计算机信息管理、计算机科学与技术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旬邑县职田镇政府经济发展办公室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职田经发办审计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审计、审计学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旬邑县张洪镇政府经济发展办公室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张洪经发办财务管理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张洪经发办电商服务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旬邑县张洪镇政府社会事务办公室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张洪社事办事务管理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行政管理、公共事业管理、人力资源管理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旬邑县太村镇政府经济发展办公室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太村经发办财务管理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会计电算化、会计、财务管理、会计学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旬邑县太村镇政府镇村建设环保管理办公室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太村村建办环境监管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太村村建办镇村建设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城镇规划、城乡规划、城市规划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旬邑县土桥镇政府经济发展办公室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土桥镇经发办财经管理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财政、财政学、经济学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旬邑县土桥镇政府镇村建设环保管理办公室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土桥村建办建筑工程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建设工程技术、土木工程、工程管理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旬邑县底庙镇政府市场和质量监督管理站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底庙市监站食品管理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食品检测技术、食品质量与安全、食品科学与工程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旬邑县底庙镇政府社会事务办公室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底庙社事办职员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限旬邑户籍或生源，面向旬邑县建档立卡贫困家庭毕业生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旬邑县马栏镇政府经济发展办公室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马栏经发办旅游管理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旬邑县马栏镇政府社会事务办公室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马栏社事办职员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限旬邑户籍或生源，面向旬邑县建档立卡贫困家庭毕业生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旬邑县清塬镇政府安全生产监督管理站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清塬安监站地质勘查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地质调查与矿产普查、矿产地质与勘查、资源勘查工程、地质工程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旬邑县清塬镇政府镇村建设环保管理办公室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清塬村建办环境工程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环境科学、环境科学与工程、环境工程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旬邑县湫坡头镇政府经济发展办公室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湫坡头经发办财经管理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财政、财政学、经济学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旬邑县湫坡头镇政府社会事务办公室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湫坡头社事办事务管理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行政管理、公共事务管理、公共事业管理、人力资源管理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旬邑县郑家镇政府安全生产监督管理站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郑家安监站地质勘查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地质调查与矿产普查、矿产地质与勘查、资源勘查工程、地质工程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郑家安监站安全管理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安全技术与管理、安全工程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旬邑县中医药健康产业园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县中医药产业园对外经贸管理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国际贸易实务、国际经济与贸易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旬邑县文物旅游稽查队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县文旅稽查队旅游管理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旬邑县青少年活动中心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青少年活动中心辅导员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车坞镇农业技术推广区域站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车坞镇农业推广站检疫员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城关街道办经济发展办公室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城关街道经发办市场综合管理员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物流管理、工商管理、行政管理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城关街道办安全生产监督管理站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城关街道办安监站综合管理员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公共管理、公共事业管理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十里塬镇经济发展办公室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十里塬镇经发办农业管理员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十里塬镇安全生产监督管理站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十里塬镇安监站文秘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汉语、文秘、语文教育、汉语言文学、汉语言、汉语国际教育、秘书学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润镇经济发展办公室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润镇经发办农产品推销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电子商务、市场营销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润镇安全生产监督管理站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润镇安监站会计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会计、会计电算化、会计学、财务管理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石桥镇市场和质量监督管理站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石桥镇市场和安监站食品安全管理员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食品质量与安全、农产品质量与安全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石桥镇环保和村镇建设管理站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石桥镇环保和村镇站交通管理员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城市轨道交通工程技术、道路桥梁工程技术、交通工程、交通运输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方里镇市场和质量监督管理站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方里镇市场和质监站数据处理员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计算机网络技术、计算机应用技术、计算机科学与技术、网络工程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方里镇环保和村镇建设管理站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方里镇环保和村镇站文秘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汉语、文秘、语文教育、汉语言文学、汉语言、汉语国际教育、秘书学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车坞镇市场和质监站电子产品质量监测员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光电信息科学与工程、电子信息工程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车坞镇环保和村镇站工程测绘员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官庄镇安全生产监督管理站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官庄镇安监站工程质量管理员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官庄镇经济发展办公室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官庄镇经发办农业管理员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限咸阳户籍或生源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铁王镇市场和质量监督管理站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铁王镇市场和质监站职员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限淳化户籍或生源，面向淳化县建档立卡贫困家庭毕业生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铁王镇环保和村镇建设管理站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1802110274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铁王镇环保和村镇站职员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限淳化户籍或生源，面向淳化县建档立卡贫困家庭毕业生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总计：327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371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2869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92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2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92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咸阳市委党校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咸阳市委党校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市委党校马哲教师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马克思主义哲学、中国哲学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市委党校党史教师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国际政治、国际关系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市委党校法学教师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宪法学与行政法学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市委党校经济教师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区域经济学、产业经济学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市委党校文学教师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中国古代文学、中国现当代文学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市委党校思想政治教师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政治学理论、思想政治教育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咸阳市教育局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咸阳市实验学校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市实验学校初中美术教师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市实验学校初中音乐教师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中共咸阳市秦都区委党校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秦都区委党校社会学教师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秦都区委党校法学教师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中共党员（含预备党员）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咸阳育才中学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育才中学高中地理教师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咸阳市秦都区职教中心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秦都区职教中心语文教师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秦都区职教中心物理教师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咸阳彩虹学校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秦都区英才学校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咸阳陕广学校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陕广学校初中数学教师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陕广学校初中语文教师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陕广学校初中英语教师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咸阳电建学校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电建学校初中语文教师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电建学校初中数学教师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咸阳方圆学校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方圆学校初中数学教师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方圆学校初中语文教师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方圆学校初中英语教师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咸阳金山学校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金山学校初中语文教师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金山学校初中英语教师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咸阳天王中学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天王学校初中历史教师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咸阳空压小学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空压小学语文教师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空压小学英语教师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咸阳市秦都区联盟小学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联盟小学体育教师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联盟小学数学教师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联盟小学语文教师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咸阳毛条学校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毛条学校小学语文教师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毛条学校小学数学教师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咸阳天王小学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天王小学信息教师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咸阳二一〇学校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二一〇学校小学音乐教师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二一〇学校小学数学教师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秦都区英才学校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咸阳高新学校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高新学校小学语文教师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咸阳彩虹学校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秦都区明德小学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明德小学数学教师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明德小学英语教师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明德小学语文教师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秦都区古渡街道办事处铁路小学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古渡铁路小学数学教师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秦都区古渡街道办事处安村小学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古渡安村小学数学教师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秦都区渭滨街道办事处西大寨小学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渭滨西大寨小学数学教师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秦都区秦都花苑幼儿园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秦都花苑幼儿园教师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秦都区马庄天阁幼儿园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马庄天阁幼儿园教师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马庄天阁幼儿园舞蹈教师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舞蹈学、舞蹈表演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咸阳彩虹学校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彩虹学校高中语文骨干教师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具有相应学科高中及以上教师资格证，3年以上高中教学经验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彩虹学校高中英语骨干教师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具有相应学科高中及以上教师资格证，3年以上高中教学经验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彩虹学校高中历史骨干教师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具有相应学科高中及以上教师资格证，3年以上高中教学经验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彩虹学校高中物理骨干教师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具有相应学科高中及以上教师资格证，3年以上高中教学经验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彩虹学校高中生物骨干教师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生物科学、生物技术、生物信息学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具有相应学科高中及以上教师资格证，3年以上高中教学经验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彩虹学校初中语文骨干教师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彩虹学校初中数学骨干教师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彩虹学校初中历史骨干教师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彩虹学校初中物理骨干教师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彩虹学校初中体育骨干教师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彩虹学校小学语文骨干教师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彩虹学校小学数学骨干教师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彩虹学校小学英语骨干教师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彩虹学校小学美术骨干教师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彩虹学校小学音乐骨干教师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彩虹学校小学体育骨干教师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彩虹学校小学政治骨干教师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秦都区英才学校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英才学校初中语文骨干教师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1802410099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英才学校初中数学骨干教师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英才学校初中英语骨干教师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英才学校初中物理骨干教师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英才学校初中政治骨干教师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具有相应学科初中及以上教师资格证，3年以上初中教学经验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英才学校小学语文骨干教师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英才学校小学数学骨干教师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英才学校小学美术骨干教师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英才学校小学生物骨干教师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生物科学、生物技术、生物信息学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英才学校小学体育骨干教师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具有相应学科小学及以上教师资格证，3年以上小学教学经验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渭城区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咸阳中学高中语文教师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汉语国际教育、汉语言文学、汉语言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咸阳中学高中物理教师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咸阳中学高中生物教师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汉语国际教育、汉语言文学、汉语言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文林学校初中地理教师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道北小学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道北小学小学英语教师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道北小学小学语文教师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汉语国际教育、汉语言文学、汉语言、小学教育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道北小学小学数学教师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兴平市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赵村中心小学语文教师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语文教育、汉语、汉语言文学、汉语言、汉语国际教育、小学教育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桑镇中心小学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桑镇中心小学数学教师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数学与应用数学、数学教育、信息与计算科学、小学教育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汤坊中心小学体育教师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庄头中心小学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庄头中心小学音乐教师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丰仪中心小学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丰仪中心小学美术教师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东城办中心小学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东城中心小学英语教师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陕十一建学校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陕十一建学校小学语文教师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语文教育、汉语、汉语言文学、汉语言、汉语国际教育、小学教育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陕十一建学校小学数学教师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数学与应用数学、数学教育、信息与计算科学、小学教育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陕十一建学校小学英语教师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兴化学校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兴化学校初中英语教师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兴化学校初中化学教师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兴化学校初中语文教师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汉语言文学、汉语国际教育、汉语言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陕柴中学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陕柴中学初中历史教师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陕柴中学初中语文教师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汉语言文学、汉语国际教育、汉语言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陕柴中学高中生物教师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陕柴中学高中地理教师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秦岭中学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秦岭中学高中生物教师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秦岭中学高中地理教师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西郊高级中学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西郊高级中学生物教师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西郊高级中学地理教师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兴平市南郊高级中学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南郊高级中学生物教师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南郊高级中学地理教师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长宁完全中学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长宁中学高中语文教师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长宁中学高中物理教师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5702完全中学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5702中学高中语文教师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5702中学高中生物教师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5702中学高中英语教师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县综合高级中学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综合高中职中教师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服装设计与工程、纺织工程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游凤九年制学校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游凤学校初中物理教师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游凤学校初中政治教师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哲学、思想政治教育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代家初级中学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代家初中语文教师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代家初中英语教师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罗古九年制学校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罗古学校初中数学教师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南照九年制学校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南照学校初中数学教师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南照学校初中英语教师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南照学校初中信息教师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北营初级中学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北营初中物理教师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北营初中生物教师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观音堂九年制学校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观音堂学校初中语文教师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罗古九年制学校小学部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罗古学校小学数学教师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苏坊镇中心小学语文教师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游凤镇岸底小学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游凤镇岸底小学数学教师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游凤镇新村小学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游凤镇新村小学语文教师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苏坊镇代家小学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苏坊镇代家小学数学教师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苏坊镇金龙小学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苏坊镇金龙小学语文教师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武功镇羊尾小学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武功镇羊尾小学数学教师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武功镇上营小学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武功镇上营小学英语教师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武功镇武塔小学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武功镇武塔小学语文教师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武功镇新兴小学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武功镇新兴小学语文教师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贞元镇桃宋小学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贞元镇桃宋小学语文教师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贞元镇桃宋小学数学教师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贞元镇桃宋小学英语教师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贞元镇代家南留小学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贞元镇代家南留小学英语教师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长宁镇寨大明德小学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长宁镇寨大明德小学数学教师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长宁镇河道明德小学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长宁镇河道明德小学语文教师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长宁镇河道明德小学英语教师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长宁镇河道西马小学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长宁镇河道西马小学数学教师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小村镇水渠小学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小村镇水渠小学语文教师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小村镇下雷小学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小村镇下雷小学数学教师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小村镇普集街何家小学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小村镇普集街何家小学数学教师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小村镇陈家坎小学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小村镇陈家坎小学数学教师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小村镇尼安小学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小村镇尼安小学英语教师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大庄镇北立节小学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大庄镇北立节小学语文教师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大庄镇中心小学数学教师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大庄镇方寨小学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大庄镇方寨小学数学教师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大庄镇张寨小学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大庄镇张寨小学英语教师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英语教育、小学教育、英语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南照九年制学校小学部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南照学校小学特殊教育教师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苏坊镇游凤中心幼儿园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苏坊镇游凤中心幼儿园教师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武功镇后稷幼儿园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武功镇后稷幼儿园教师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贞元镇金苹果幼儿园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贞元镇金苹果幼儿园教师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长宁镇河道西马幼儿园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长宁镇河道西马幼儿园教师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小村镇普集街乡中心幼儿园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1802410199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小村镇普集街乡中心幼儿园教师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大庄学区中心幼儿园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大庄学区中心幼儿园教师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大庄镇观音堂幼儿园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大庄镇观音堂幼儿园教师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泾干中学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泾干中学高中语文教师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中国语言文学、语言学及应用语言学、汉语言文字学、中国古代文学、中国现当代文学、学科教学（语文）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泾干中学高中数学教师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数学、基础数学、计算数学、应用数学、学科教学（数学）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泾干中学高中英语教师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英语语言文学、英语口译、英语笔译、学科教学（英语）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泾干中学高中生物教师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生物学、生理学、微生物学、生物化学与分子生物学、生物物理学、学科教学（生物）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泾阳中学高中物理教师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物理学、理论物理、声学、光学、无线电物理、凝聚态物理、学科教学（物理）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泾阳中学高中化学教师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化学、无机化学、分析化学、有机化学、物理化学（含化学物理）、高分子化学与物理、学科教学（化学）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生物学、生理学、微生物学、生物化学与分子生物学、生物物理学、学科教学（生物）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雪河中学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雪河中学初中历史教师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口镇中学初中数学教师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蒋路中学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蒋路中学初中生物教师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中张镇明德小学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中张镇明德小学语文教师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中张镇明德小学体育教师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中张镇燕王中心小学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中张镇燕王中心小学数学教师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中张镇燕王中心小学美术教师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桥底镇北赵小学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桥底镇北赵小学数学教师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桥底镇北赵小学美术教师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桥底镇北赵小学音乐教师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王桥镇东街小学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王桥镇东街小学语文教师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王桥镇东街小学数学教师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王桥镇东街小学英语教师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兴隆镇崔黄小学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兴隆镇崔黄小学数学教师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兴隆镇崔黄小学美术教师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兴隆镇崔黄小学音乐教师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云阳镇中街小学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云阳镇中街小学语文教师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云阳镇明德小学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云阳镇明德小学英语教师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云阳镇明德小学音乐教师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三渠镇中心小学语文教师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三渠镇武寨府小学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三渠镇武寨府小学数学教师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三渠镇武寨府小学英语教师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口镇街小学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口镇街小学语文教师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口镇街小学数学教师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口镇街小学思品教师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口镇街小学音乐教师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安吴镇龙泉中心小学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安吴镇龙泉中心小学语文教师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安吴镇龙泉中心小学音乐教师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安吴镇安吴小学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安吴镇安吴小学数学教师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安吴镇安吴小学体育教师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口镇郭垣幼儿园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郭垣幼儿园教师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三渠镇汉堤幼儿园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汉堤幼儿园教师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安吴镇罗岩村幼儿园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罗岩村幼儿园教师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王桥镇马家幼儿园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马家幼儿园教师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云阳镇张屯幼儿园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张屯幼儿园教师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兴隆镇白王中心幼儿园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白王中心幼儿园教师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兴隆镇侯庄幼儿园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侯庄幼儿园教师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桥底镇官苗幼儿园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官苗幼儿园教师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中张镇第二幼儿园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中张镇第二幼儿园教师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三原县南郊中学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南郊中学高中化学教师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南郊中学高中地理教师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三原县北城中学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北城中学高中化学教师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北城中学高中地理教师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三原县职业技术教育中心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职业技术教育中心光电信息教师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光电信息工程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三原县陵前镇初级中学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陵前中学初中历史教师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三原县西阳镇中心幼儿园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西阳镇中心幼儿园教师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乾县第一中学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乾县一中高中语文教师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乾县一中高中历史教师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乾县一中高中地理教师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乾县第二中学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乾县二中高中数学教师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乾县二中高中生物教师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乾县二中高中地理教师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乾县杨汉中学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杨汉中学高中心理学教师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乾县周城慈母小学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周城慈母小学语文教师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语文教育、汉语言文学、汉语言、汉语、汉语国际教育、小学教育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周城慈母小学英语教师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乾县周城新庄小学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周城新庄小学数学教师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乾县临平石牛九年制学校小学部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临平石牛九年制学校小学部英语教师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临平石牛九年制学校小学部美术教师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乾县梁山关头九年制学校小学部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乾县梁山关头九年制学校小学部体育教师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体育教育、社会体育、运动训练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乾县梁山鹞子小学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乾县梁山鹞子小学英语教师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乾县梁山柿园小学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乾县梁山柿园小学数学教师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乾县梁山邵村小学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乾县梁山邵村小学语文教师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语文教育、汉语言文学、汉语言、汉语、汉语国际教育、小学教育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乾县梁山三合小学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乾县梁山三合小学音乐教师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乾县峰阳朱家坪小学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乾县峰阳朱家坪小学语文教师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语文教育、汉语言文学、汉语言、汉语、汉语国际教育、小学教育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乾县峰阳云村小学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乾县峰阳云村小学数学教师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乾县注泔新华小学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乾县注泔新华小学美术教师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乾县注泔北孔头小学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乾县注泔北孔头小学数学教师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乾县马连北上官小学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乾县马连北上官小学语文教师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语文教育、汉语言文学、汉语言、汉语、汉语国际教育、小学教育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乾县马连高家庄小学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乾县马连高家庄小学政治教师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乾县王村张留小学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乾县王村张留小学数学教师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乾县王村淡头小学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乾县王村淡头小学数学教师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乾县姜村双羊小学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乾县姜村双羊小学英语教师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乾县姜村白落小学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1802410299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乾县姜村白落小学体育教师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体育教育、社会体育、运动训练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乾县新阳中心幼儿园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乾县新阳中心幼儿园教师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乾县大杨牛池幼儿园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乾县大杨牛池幼儿园教师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乾县大杨王乐幼儿园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乾县大杨王乐幼儿园教师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乾县大杨中心幼儿园教师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乾县阳峪八一幼儿园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乾县阳峪八一幼儿园教师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乾县阳峪田家坳幼儿园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乾县阳峪田家坳幼儿园教师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乾县阳峪中心幼儿园教师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乾县薛录大墙中心幼儿园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乾县薛录大墙中心幼儿园教师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乾县薛录大墙幼儿园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乾县薛录大墙幼儿园教师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乾县第二幼儿园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乾县第二幼儿园教师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乾县第一幼儿园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乾县第一幼儿园教师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乾县阳洪中心幼儿园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乾县阳洪中心幼儿园教师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乾县灵源中心幼儿园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乾县灵源中心幼儿园教师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乾县梁村中心幼儿园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乾县梁村中心幼儿园教师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乾县梁村代朝幼儿园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乾县梁村代朝幼儿园教师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乾县峰阳朱家坪幼儿园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乾县峰阳朱家坪幼儿园幼儿教师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乾县峰阳薛家幼儿园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乾县峰阳薛家幼儿园幼儿教师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乾县峰阳豆村幼儿园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乾县峰阳豆村幼儿园幼儿教师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乾县周城朱村幼儿园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乾县周城朱村幼儿园幼儿教师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乾县新阳郭村幼儿园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乾县新阳郭村幼儿园幼儿教师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乾县王村上官幼儿园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乾县王村上官幼儿园幼儿教师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乾县王村幼儿园幼儿教师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乾县临平马里幼儿园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乾县临平马里幼儿园幼儿教师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乾县临平石牛幼儿园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乾县临平石牛幼儿园幼儿教师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乾县梁山梁兴幼儿园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乾县梁山梁兴幼儿园幼儿教师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乾县梁山邵村幼儿园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乾县梁山邵村幼儿园幼儿教师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乾县梁山吴店幼儿园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乾县梁山吴店幼儿园幼儿教师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乾县梁山关头幼儿园幼儿教师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乾县薛录新丰幼儿园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乾县薛录新丰幼儿园幼儿教师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乾县薛录昙支坊幼儿园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乾县薛录昙支坊幼儿园幼儿教师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乾县薛录中心幼儿园幼儿教师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乾县注泔三姓幼儿园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乾县注泔三姓幼儿园幼儿教师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乾县马连中心幼儿园幼儿教师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礼泉县第一高级中学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礼泉一中高中数学教师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数学、基础数学、计算数学、应用数学、学科教学（数学）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礼泉一中高中物理教师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物理学、理论物理、声学、光学、无线电物理、凝聚态物理、学科教学（物理）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礼泉一中高中语文教师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中国语言文学、语言学及应用语言学、汉语言文字学、中国古代文学、中国现当代文学、学科教学（语文）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礼泉县第二高级中学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礼泉二中高中物理教师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物理学、理论物理、声学、光学、无线电物理、凝聚态物理、学科教学（物理）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礼泉二中高中地理教师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自然地理学、人文地理学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礼泉县实验高级中学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礼泉实验高中地理教师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自然地理学、人文地理学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具有相应学科高中及以上教师资格证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礼泉县南坊初级中学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南坊初中数学教师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信息与计算科学、数学与应用数学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南坊初中地理教师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地理科学、自然地理与资源环境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礼泉县新时初级中学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新时初中地理教师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地理科学、自然地理与资源环境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礼泉县赵镇初级中学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赵镇初中体育教师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赵镇初中音乐教师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礼泉县石潭初级中学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石潭初中音乐教师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石潭初中美术教师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礼泉县西张堡初级中学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西张堡初中美术教师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礼泉县建陵初级中学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建陵初中美术教师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礼泉县烽火初级中学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烽火初中美术教师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礼泉县昭陵初级中学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昭陵初中音乐教师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礼泉县药王洞初级中学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药王洞初中历史教师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礼泉县庄寨学校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庄寨学校小学体育教师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礼泉县裴寨中心小学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裴寨小学体育教师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裴寨小学音乐教师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礼泉县新时中心小学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新时小学体育教师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新时小学音乐教师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礼泉县药王洞中心小学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药王洞小学体育教师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药王洞小学音乐教师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礼泉县烽火中心小学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礼泉县东庄中心小学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东庄小学体育教师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礼泉县石潭中心小学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礼泉县南坊中心小学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汉语、汉语言、汉语言文学、语文教育、汉语国际教育、小学教育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南坊小学信息教师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教育技术学、小学教育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礼泉县北牌中心小学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北牌小学语文教师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汉语、汉语言、汉语言文学、语文教育、汉语国际教育、小学教育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北牌小学数学教师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礼泉县叱干中心小学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叱干小学信息教师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教育技术学、小学教育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具有相应学科小学及以上教师资格证、限礼泉县户籍或生源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礼泉县建陵中心小学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体育教育、小学教育、运动训练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礼泉县昭陵中心小学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昭陵小学音乐教师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音乐教育、小学教育、音乐学、音乐表演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昭陵小学美术教师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礼泉县赵镇中心小学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赵镇小学美术教师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礼泉县骏马中心小学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骏马小学美术教师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礼泉县西张堡中心小学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西张堡小学美术教师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礼泉县史德中心小学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史德小学美术教师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礼泉县阡东中心小学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阡东小学美术教师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礼泉县烟霞中心小学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烟霞小学美术教师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美术教育、美术学、小学教育、绘画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礼泉县东庄幼儿园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东庄幼儿园教师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礼泉县石潭幼儿园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礼泉县南坊幼儿园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礼泉县叱干幼儿园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叱干幼儿园教师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礼泉县建陵幼儿园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礼泉县烟霞幼儿园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烟霞幼儿园教师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礼泉县新时幼儿园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1802410399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新时幼儿园教师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礼泉县骏马幼儿园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骏马幼儿园教师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礼泉县阡东幼儿园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阡东幼儿园教师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永寿县豆家小学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永寿县上邑小学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上邑小学英语教师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上邑小学体育教师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上邑小学美术教师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上邑小学科学教师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上邑小学信息技术教师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永寿县永寿坊小学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永寿坊小学英语教师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永寿坊小学体育教师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永寿坊小学美术教师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永寿坊小学科学教师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永寿坊小学信息技术教师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永寿县甘井镇小学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永寿县张家塬小学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张家源小学英语教师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张家源小学体育教师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张家源小学美术教师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张家源小学科学教师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张家源小学信息技术教师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计算机教育、现代教育技术、教育技术学、计算机科学与技术、计算机应用技术、计算机网络技术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永寿县店头镇仪井幼儿园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仪井幼儿园教师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仪井幼儿园幼儿教师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仪井幼儿园音乐教师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永寿县店头镇幼儿园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永寿县常宁镇幼儿园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常宁幼儿园音乐教师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永寿县常宁镇豆家幼儿园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豆家幼儿园幼儿教师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永寿县甘井镇幼儿园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永寿县监军街道办幼儿园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监军幼儿园教师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监军幼儿园音乐教师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永寿县渠子镇幼儿园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渠子幼儿园音乐教师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永寿县马坊镇幼儿园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马坊幼儿园教师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马坊幼儿园幼儿教师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马坊幼儿园音乐教师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彬县职业教育中心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职教中心音乐教师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职教中心美术教师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具有相应学科中等职业以上教师资格证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彬县香庙中心小学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彬县炭店九年制学校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炭店九年制学校小学语文教师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炭店九年制学校小学数学教师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炭店九年制学校小学英语教师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炭店九年制学校小学体育教师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炭店九年制学校小学音乐教师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彬县小章中心小学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彬县曹家店九年制学校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曹家店九年制学校小学语文教师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曹家店九年制学校小学数学教师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曹家店九年制学校小学英语教师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曹家店九年制学校小学体育教师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曹家店九年制学校小学音乐教师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1802410489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永乐镇小学音乐教师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彬县西坡中心小学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1802410499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彬县南玉子中心小学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彬县水帘中心小学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彬县韩家中心小学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彬县底店中心小学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彬县太峪中心小学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太峪小学音乐教师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彬县新堡子中心小学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新堡子小学语文教师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新堡子小学数学教师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新堡子小学英语教师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新堡子小学体育教师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体育教育、运动训练、社会体育指导与管理、社会体育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彬县蒙家岭九年制学校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蒙家岭九年制学校小学语文教师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蒙家岭九年制学校小学数学教师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蒙家岭九年制学校小学英语教师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蒙家岭九年制小学学校音乐教师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音乐学、音乐教育、音乐表演、艺术教育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彬县公刘幼儿园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公刘幼儿园教师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彬县实验幼儿园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实验幼儿园教师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彬县城关街道办幼儿园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城关街办幼儿园教师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彬县香庙中心幼儿园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彬县炭店中心幼儿园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彬县小章中心幼儿园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彬县曹家店中心幼儿园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曹家店中心幼儿园幼儿教师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彬县西坡中心幼儿园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彬县北极六甲幼儿园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北极六甲幼儿园幼儿教师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彬县韩家中心幼儿园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韩家中心幼儿园幼儿教师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彬县底店中心幼儿园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彬县太峪中心幼儿园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太峪中心幼儿园幼儿教师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长武县枣园镇枣园幼儿园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长武县巨家镇强村幼儿园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强村幼儿园幼儿教师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长武县巨家镇中心幼儿园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巨家幼儿园幼儿教师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长武县巨家镇车圈幼儿园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车圈幼儿园幼儿教师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长武县亭口镇支村幼儿园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支村幼儿园幼儿教师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长武县亭口镇柴厂幼儿园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柴厂幼儿园幼儿教师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长武县亭口镇新华幼儿园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新华幼儿园幼儿教师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564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旬邑县底庙镇初级中学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底庙初中政治教师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生物科学、生物技术、生物信息学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旬邑县郑家镇初级中学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郑家镇初中物理教师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旬邑县马栏九年制寄宿学校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1802410569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马栏九年制学校初中语文教师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马栏九年制学校初中历史教师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马栏九年制学校初中生物教师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生物科学、生物技术、生物信息学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旬邑县马栏齐心九年制寄宿学校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马栏齐心九年制学校初中政治教师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马栏齐心九年制学校初中物理教师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旬邑县土桥镇丈八寺初级中学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丈八寺初中政治教师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具有相应学科初中及以上教师资格证，限咸阳市户籍或生源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旬邑县底庙镇小学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汉语、语文教育、汉语言文学、汉语言、汉语国际教育、小学教育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旬邑县丈八寺小学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丈八寺小学数学教师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数学教育、数学与应用数学、信息与计算科学、小学教育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1802410579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丈八寺小学英语教师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旬邑县郑家镇小学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1802410580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郑家小学语文教师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汉语、语文教育、汉语言文学、汉语言、汉语国际教育、小学教育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具有相应学科小学及以上教师资格证，限旬邑县户籍或生源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旬邑县马栏镇金盆社区幼儿园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1802410581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金盆社区幼儿园教师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1802410582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金盆社区幼儿园幼儿教师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旬邑县底庙镇中心幼儿园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1802410583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底庙中心幼儿园教师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具有幼儿园教师资格证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1802410584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底庙中心幼儿园幼儿教师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具有教师资格证，限旬邑县户籍或生源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总计：946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中医医院中医医师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县中医院中医医师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泾阳县兴隆镇兴隆卫生院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兴隆镇卫生院临床中医师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泾阳县中张镇燕王卫生院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燕王卫生院理疗师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针灸推拿学、针灸推拿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大程卫生院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大程卫生院理疗师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针灸推拿学、针灸推拿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限三原县户籍或生源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乾县中医院中医内科医师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礼泉县烽火卫生院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永寿县甘井中心卫生院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彬县炭店卫生院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炭店卫生院中医医师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长武县人民医院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长武县医院中医临床医师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底庙中心卫生院中医医师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旬邑县丈八寺卫生院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丈八寺卫生院中医医师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1802510018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淳化县中医院中医师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医疗卫生类（E类）中医临床岗位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秦都区第二人民医院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第二人民医院临床医师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秦都区渭滨卫生院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渭滨卫生院临床医师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兴平市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店张卫生院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店张卫生院临床医师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阜寨卫生院（田阜卫生院）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田阜卫生院临床医师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丰仪卫生院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丰仪卫生院临床医师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桑镇中心卫生院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桑镇中心卫生院临床医师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武功县人民医院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县中医院临床医师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县妇幼保健计划生育服务中心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县妇幼计生中心临床医师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泾阳县安吴镇龙泉卫生院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龙泉卫生院临床医师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泾阳县安吴镇蒋路卫生院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蒋路卫生院妇幼医师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蒋路卫生院临床医师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泾阳县桥底镇中心卫生院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桥底镇中心卫生院口腔医师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口腔医学、口腔医学技术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桥底中心卫生院临床医师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泾阳县中张镇燕王卫生院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燕王卫生院临床医师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泾阳县中张镇中心卫生院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泾阳县兴隆镇白王卫生院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白王卫生院临床医师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乾县中医院中医医师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乾县妇幼保健计划生育服务中心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乾县妇幼保健服务中心临床医师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礼泉县昭陵卫生院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昭陵卫生院临床医师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礼泉县建陵卫生院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礼泉县北牌卫生院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北牌卫生院临床医师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礼泉县石潭卫生院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石潭卫生院临床医师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礼泉县史德卫生院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史德卫生院临床医师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礼泉县建陵卫生院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建陵卫生院口腔医师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口腔医学、口腔医学技术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永寿县店头卫生院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店头卫生院医师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彬县底店中心卫生院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底店中心卫生院临床医师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彬县水帘卫生院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水帘卫生院临床医师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彬县香庙卫生院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彬县小章卫生院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小章卫生院临床医师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彬县新堡子卫生院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新堡子卫生院临床医师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北极中心卫生院中西医临床医师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中西医结合、中西医临床医学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彬县龙高中心卫生院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龙高中心卫生院中西医临床医师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中西医结合、中西医临床医学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彬县西坡卫生院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西坡卫生院中西医临床医师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中西医结合、中西医临床医学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彬县香庙卫生院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香庙卫生院中西医临床医师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中西医结合、中西医临床医学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长武县人民医院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长武县中医院临床医师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长武县妇幼保健计划生育服务中心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长武县妇计中心临床医师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长武县枣园镇中心卫生院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枣园卫生院口腔医师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口腔医学、口腔医学技术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长武县巨家镇中心卫生院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巨家卫生院临床医师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旬邑县清塬镇卫生院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清塬镇卫生院临床医师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旬邑县排厦社区卫生院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排厦社区卫生院临床医师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1802520059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淳化县医院临床医师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1802520060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淳化县中医院口腔医师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口腔医学、口腔医学技术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秦都区渭滨卫生院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渭滨卫生院中药士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泾阳县安吴镇蒋路卫生院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蒋路卫生院药剂士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药学、药物制剂技术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泾阳县口镇中心卫生院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口镇中心卫生院药剂士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药学、药物制剂技术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泾阳县三渠镇卫生院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三渠镇卫生院药剂士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药学、药物制剂技术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1802530007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淳化县中医院药剂士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兴平市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赵村卫生院助产士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助产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武功卫生院助产士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助产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泾阳县中张镇中心卫生院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中张镇中心卫生院护士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嵯峨中心卫生院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嵯峨中心卫生院护士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限三原县户籍或生源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乾县妇幼保健计划生育服务中心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乾县妇幼保健服务中心护士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永寿县甘井中心卫生院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甘井卫生院护士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具有相应执业资格证书，限永寿县户籍或生源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长武县彭公镇中心卫生院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彭公卫生院护士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长武县相公镇芋元卫生院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芋元卫生院护士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旬邑县医院助产士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助产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旬邑县底庙中心卫生院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底庙中心卫生院护士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旬邑县丈八寺卫生院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丈八寺卫生院护士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1802540018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淳化县中医院护士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秦都区第二人民医院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区第二人民医院检验士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区第二人民医院影像医师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秦都区中医医院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区中医医院影像医师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兴平市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汤坊卫生院医学检验士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限兴平市户籍或生源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武功县人民医院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县医院影像技师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县医院康复医师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县医院麻醉师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麻醉学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1802550009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凤安卫生院影像技师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武功卫生院检验士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贞元卫生院影像技师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长宁卫生院检验士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泾阳县安吴镇龙泉卫生院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龙泉卫生院影像师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泾阳县口镇中心卫生院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口镇中心卫生院检验士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泾阳县王桥镇卫生院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泾阳县兴隆镇兴隆卫生院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兴隆镇卫生院检验士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泾阳县云阳镇中心卫生院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1802550019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云阳镇中心卫生院检验士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云阳镇中心卫生院影像师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泾阳县兴隆镇白王卫生院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白王卫生院检验士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白王卫生院影像师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三原县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新兴卫生院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新兴卫生院检验士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卫生检验与检疫、医学检验、医学检验技术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限三原县户籍或生源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陵前中心卫生院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陵前中心卫生院影像师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限三原县户籍或生源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马额卫生院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马额卫生院影像师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限三原县户籍或生源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乾县人民医院检验士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1802550029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乾县中医医院检验士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乾县妇幼保健计划生育服务中心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乾县妇幼保健服务中心影像师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乾县妇幼保健服务中心检验士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限乾县户籍或生源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礼泉县北牌卫生院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北牌卫生院检验士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礼泉县史德卫生院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史德卫生院检验士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礼泉县南坊卫生院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南坊卫生院影像师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礼泉县烽火卫生院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烽火卫生院影像师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限礼泉县户籍或生源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彬县北极中心卫生院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北极中心卫生院影像师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彬县新民中心卫生院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新民中心卫生院检验士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1802550039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新民中心卫生院影像师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彬县底店中心卫生院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底店中心卫生院检验士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底店中心卫生院影像师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彬县永乐卫生院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永乐卫生院检验士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彬县南玉子卫生院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南玉子卫生院检验士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彬县水口卫生院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1802550044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水口卫生院影像师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彬县义门卫生院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1802550045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义门卫生院影像师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限彬县户籍或生源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长武县妇幼保健计划生育服务中心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1802550046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长武县妇计中心影像师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长武县亭口镇冉店卫生院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1802550047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亭口卫生院检验士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长武县昭仁街道地掌卫生院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1802550048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地掌卫生院检验士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限长武县户籍或生源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1802550049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医学检验、医学检验技术、卫生检验与检疫、医学实验技术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1802550050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旬邑县医院影像师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限旬邑县户籍或生源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7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</w:t>
            </w:r>
          </w:p>
        </w:tc>
        <w:tc>
          <w:tcPr>
            <w:tcW w:w="7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</w:t>
            </w:r>
          </w:p>
        </w:tc>
        <w:tc>
          <w:tcPr>
            <w:tcW w:w="3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1802550051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淳化县医院影像师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1802550052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淳化县医院影像技师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医学影像学、医学影像技术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7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淳化县中医医院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1802550053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淳化县中医院检验士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医学检验、医学检验技术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限淳化县户籍或生源</w:t>
            </w: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</w:t>
            </w:r>
          </w:p>
        </w:tc>
        <w:tc>
          <w:tcPr>
            <w:tcW w:w="7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泾阳县王桥镇卫生院</w:t>
            </w:r>
          </w:p>
        </w:tc>
        <w:tc>
          <w:tcPr>
            <w:tcW w:w="3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1802560001</w:t>
            </w:r>
          </w:p>
        </w:tc>
        <w:tc>
          <w:tcPr>
            <w:tcW w:w="6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王桥镇卫生院公卫医师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预防医学、公共卫生管理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6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总计：235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431B3B29"/>
    <w:rsid w:val="4A2C75E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